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12B7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B207D7">
        <w:rPr>
          <w:rFonts w:ascii="Times New Roman" w:hAnsi="Times New Roman"/>
          <w:b/>
          <w:bCs/>
        </w:rPr>
        <w:tab/>
      </w:r>
      <w:r w:rsidR="00B207D7">
        <w:rPr>
          <w:rFonts w:ascii="Times New Roman" w:hAnsi="Times New Roman"/>
          <w:b/>
          <w:bCs/>
        </w:rPr>
        <w:tab/>
      </w:r>
    </w:p>
    <w:p w14:paraId="76FDAEA6" w14:textId="77777777" w:rsidR="0085747A" w:rsidRPr="009C54AE" w:rsidRDefault="0085747A" w:rsidP="00B207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D221382" w14:textId="732E2E63" w:rsidR="00445970" w:rsidRPr="00EA4832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 w:rsidR="00B207D7">
        <w:rPr>
          <w:rFonts w:ascii="Corbel" w:hAnsi="Corbel"/>
          <w:i/>
          <w:sz w:val="24"/>
          <w:szCs w:val="24"/>
        </w:rPr>
        <w:t xml:space="preserve">         </w:t>
      </w:r>
      <w:r w:rsidR="00445970">
        <w:rPr>
          <w:rFonts w:ascii="Corbel" w:hAnsi="Corbel"/>
          <w:sz w:val="20"/>
          <w:szCs w:val="20"/>
        </w:rPr>
        <w:t>R</w:t>
      </w:r>
      <w:r w:rsidR="00501235">
        <w:rPr>
          <w:rFonts w:ascii="Corbel" w:hAnsi="Corbel"/>
          <w:sz w:val="20"/>
          <w:szCs w:val="20"/>
        </w:rPr>
        <w:t>ok akademicki</w:t>
      </w:r>
      <w:r w:rsidR="00740964">
        <w:rPr>
          <w:rFonts w:ascii="Corbel" w:hAnsi="Corbel"/>
          <w:sz w:val="20"/>
          <w:szCs w:val="20"/>
        </w:rPr>
        <w:t xml:space="preserve"> </w:t>
      </w:r>
      <w:r w:rsidR="00740964" w:rsidRPr="00740964">
        <w:rPr>
          <w:rFonts w:ascii="Corbel" w:hAnsi="Corbel"/>
          <w:sz w:val="20"/>
          <w:szCs w:val="20"/>
        </w:rPr>
        <w:t>202</w:t>
      </w:r>
      <w:r w:rsidR="009419CD">
        <w:rPr>
          <w:rFonts w:ascii="Corbel" w:hAnsi="Corbel"/>
          <w:sz w:val="20"/>
          <w:szCs w:val="20"/>
        </w:rPr>
        <w:t>5</w:t>
      </w:r>
      <w:r w:rsidR="005A71EE">
        <w:rPr>
          <w:rFonts w:ascii="Corbel" w:hAnsi="Corbel"/>
          <w:sz w:val="20"/>
          <w:szCs w:val="20"/>
        </w:rPr>
        <w:t>/202</w:t>
      </w:r>
      <w:r w:rsidR="009419CD">
        <w:rPr>
          <w:rFonts w:ascii="Corbel" w:hAnsi="Corbel"/>
          <w:sz w:val="20"/>
          <w:szCs w:val="20"/>
        </w:rPr>
        <w:t>6</w:t>
      </w:r>
      <w:r w:rsidR="00740964" w:rsidRPr="00740964">
        <w:rPr>
          <w:rFonts w:ascii="Corbel" w:hAnsi="Corbel"/>
          <w:sz w:val="20"/>
          <w:szCs w:val="20"/>
        </w:rPr>
        <w:t>, semestr zimowy</w:t>
      </w:r>
    </w:p>
    <w:p w14:paraId="1F53502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36874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C0F6BF" w14:textId="77777777" w:rsidTr="00B819C8">
        <w:tc>
          <w:tcPr>
            <w:tcW w:w="2694" w:type="dxa"/>
            <w:vAlign w:val="center"/>
          </w:tcPr>
          <w:p w14:paraId="78EFFD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E8102A" w14:textId="5C697A47" w:rsidR="0085747A" w:rsidRPr="009C54AE" w:rsidRDefault="007409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Fascynujący świat trucizn</w:t>
            </w:r>
          </w:p>
        </w:tc>
      </w:tr>
      <w:tr w:rsidR="0085747A" w:rsidRPr="009C54AE" w14:paraId="6F97719F" w14:textId="77777777" w:rsidTr="00B819C8">
        <w:tc>
          <w:tcPr>
            <w:tcW w:w="2694" w:type="dxa"/>
            <w:vAlign w:val="center"/>
          </w:tcPr>
          <w:p w14:paraId="73C6CE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CFC8C1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4E6DB08" w14:textId="77777777" w:rsidTr="00B819C8">
        <w:tc>
          <w:tcPr>
            <w:tcW w:w="2694" w:type="dxa"/>
            <w:vAlign w:val="center"/>
          </w:tcPr>
          <w:p w14:paraId="1FEED91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90B6322" w14:textId="77777777" w:rsidR="0085747A" w:rsidRPr="009C54AE" w:rsidRDefault="00B207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</w:p>
        </w:tc>
      </w:tr>
      <w:tr w:rsidR="0085747A" w:rsidRPr="009C54AE" w14:paraId="54E9DB3C" w14:textId="77777777" w:rsidTr="00B819C8">
        <w:tc>
          <w:tcPr>
            <w:tcW w:w="2694" w:type="dxa"/>
            <w:vAlign w:val="center"/>
          </w:tcPr>
          <w:p w14:paraId="176D86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DDA402" w14:textId="52A8A624" w:rsidR="0085747A" w:rsidRPr="009C54AE" w:rsidRDefault="009419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Toksykologii, Wydział Medyczny, Collegium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Medicum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Uniwersytet Rzeszowski</w:t>
            </w:r>
          </w:p>
        </w:tc>
      </w:tr>
      <w:tr w:rsidR="0085747A" w:rsidRPr="009C54AE" w14:paraId="47FAC0D7" w14:textId="77777777" w:rsidTr="00B819C8">
        <w:tc>
          <w:tcPr>
            <w:tcW w:w="2694" w:type="dxa"/>
            <w:vAlign w:val="center"/>
          </w:tcPr>
          <w:p w14:paraId="2A8C65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306E0C" w14:textId="77777777" w:rsidR="0085747A" w:rsidRPr="009C54AE" w:rsidRDefault="00B207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</w:p>
        </w:tc>
      </w:tr>
      <w:tr w:rsidR="0085747A" w:rsidRPr="009C54AE" w14:paraId="76E853E5" w14:textId="77777777" w:rsidTr="00B819C8">
        <w:tc>
          <w:tcPr>
            <w:tcW w:w="2694" w:type="dxa"/>
            <w:vAlign w:val="center"/>
          </w:tcPr>
          <w:p w14:paraId="79C4C2F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781C74" w14:textId="77777777" w:rsidR="0085747A" w:rsidRPr="009C54AE" w:rsidRDefault="00B207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</w:p>
        </w:tc>
      </w:tr>
      <w:tr w:rsidR="0085747A" w:rsidRPr="009C54AE" w14:paraId="3DF624E7" w14:textId="77777777" w:rsidTr="00B819C8">
        <w:tc>
          <w:tcPr>
            <w:tcW w:w="2694" w:type="dxa"/>
            <w:vAlign w:val="center"/>
          </w:tcPr>
          <w:p w14:paraId="49E77C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A0A566" w14:textId="77777777" w:rsidR="0085747A" w:rsidRPr="009C54AE" w:rsidRDefault="009422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9F0A519" w14:textId="77777777" w:rsidTr="00B819C8">
        <w:tc>
          <w:tcPr>
            <w:tcW w:w="2694" w:type="dxa"/>
            <w:vAlign w:val="center"/>
          </w:tcPr>
          <w:p w14:paraId="26F28C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0521DB" w14:textId="605059FF" w:rsidR="0085747A" w:rsidRPr="009C54AE" w:rsidRDefault="00B207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E646CBF" w14:textId="77777777" w:rsidTr="00B819C8">
        <w:tc>
          <w:tcPr>
            <w:tcW w:w="2694" w:type="dxa"/>
            <w:vAlign w:val="center"/>
          </w:tcPr>
          <w:p w14:paraId="7FFAA8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1BDFC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DDFA39E" w14:textId="77777777" w:rsidTr="00B819C8">
        <w:tc>
          <w:tcPr>
            <w:tcW w:w="2694" w:type="dxa"/>
            <w:vAlign w:val="center"/>
          </w:tcPr>
          <w:p w14:paraId="0DACAF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D9AD71" w14:textId="77777777" w:rsidR="0085747A" w:rsidRPr="009C54AE" w:rsidRDefault="009422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0CCCB9B8" w14:textId="77777777" w:rsidTr="00B819C8">
        <w:tc>
          <w:tcPr>
            <w:tcW w:w="2694" w:type="dxa"/>
            <w:vAlign w:val="center"/>
          </w:tcPr>
          <w:p w14:paraId="2794968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5F8061" w14:textId="77777777" w:rsidR="00923D7D" w:rsidRPr="009C54AE" w:rsidRDefault="009422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40964" w14:paraId="24845B11" w14:textId="77777777" w:rsidTr="00B819C8">
        <w:tc>
          <w:tcPr>
            <w:tcW w:w="2694" w:type="dxa"/>
            <w:vAlign w:val="center"/>
          </w:tcPr>
          <w:p w14:paraId="24FD8F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7047EF" w14:textId="43146F69" w:rsidR="0085747A" w:rsidRPr="00740964" w:rsidRDefault="007409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964">
              <w:rPr>
                <w:rFonts w:ascii="Corbel" w:hAnsi="Corbel"/>
                <w:b w:val="0"/>
                <w:sz w:val="24"/>
                <w:szCs w:val="24"/>
              </w:rPr>
              <w:t>dr hab. n. med. i n. 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zdr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Kamil Jurowski, prof. UR</w:t>
            </w:r>
          </w:p>
        </w:tc>
      </w:tr>
      <w:tr w:rsidR="00740964" w:rsidRPr="009C54AE" w14:paraId="68FB1FF0" w14:textId="77777777" w:rsidTr="00B819C8">
        <w:tc>
          <w:tcPr>
            <w:tcW w:w="2694" w:type="dxa"/>
            <w:vAlign w:val="center"/>
          </w:tcPr>
          <w:p w14:paraId="04A65A58" w14:textId="77777777" w:rsidR="00740964" w:rsidRPr="009C54AE" w:rsidRDefault="00740964" w:rsidP="007409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CE49A29" w14:textId="2BCB1254" w:rsidR="00740964" w:rsidRPr="009C54AE" w:rsidRDefault="00740964" w:rsidP="007409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964">
              <w:rPr>
                <w:rFonts w:ascii="Corbel" w:hAnsi="Corbel"/>
                <w:b w:val="0"/>
                <w:sz w:val="24"/>
                <w:szCs w:val="24"/>
              </w:rPr>
              <w:t>dr hab. n. med. i n. 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zdr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Kamil Jurowski, prof. UR</w:t>
            </w:r>
          </w:p>
        </w:tc>
      </w:tr>
    </w:tbl>
    <w:p w14:paraId="05051C9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25D37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62E98E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4ACCE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4F1E80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617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F106ED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83E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3FC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F99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B52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C9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B83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1CF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9D0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213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D99ABA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9275" w14:textId="2B226271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6467" w14:textId="3B77807F" w:rsidR="00015B8F" w:rsidRPr="009C54AE" w:rsidRDefault="00214B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8B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BD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BE3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DD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78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826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730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6BAE" w14:textId="77777777" w:rsidR="00015B8F" w:rsidRPr="009C54AE" w:rsidRDefault="009335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1C5CA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1B9F4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BB39F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1ACAA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8079147" w14:textId="354F66FE" w:rsidR="0085747A" w:rsidRPr="009C54AE" w:rsidRDefault="0074096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55D09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4B734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930A25" w14:textId="77777777" w:rsidR="009C54AE" w:rsidRDefault="00B207D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  semestr  </w:t>
      </w:r>
      <w:proofErr w:type="gramStart"/>
      <w:r>
        <w:rPr>
          <w:rFonts w:ascii="Corbel" w:hAnsi="Corbel"/>
          <w:b w:val="0"/>
          <w:szCs w:val="24"/>
        </w:rPr>
        <w:t>0  -</w:t>
      </w:r>
      <w:proofErr w:type="gramEnd"/>
      <w:r>
        <w:rPr>
          <w:rFonts w:ascii="Corbel" w:hAnsi="Corbel"/>
          <w:b w:val="0"/>
          <w:szCs w:val="24"/>
        </w:rPr>
        <w:t xml:space="preserve"> zaliczenie </w:t>
      </w:r>
    </w:p>
    <w:p w14:paraId="7DF8F79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4061D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C87CE3F" w14:textId="77777777" w:rsidTr="00745302">
        <w:tc>
          <w:tcPr>
            <w:tcW w:w="9670" w:type="dxa"/>
          </w:tcPr>
          <w:p w14:paraId="67F6F954" w14:textId="4F3267D5" w:rsidR="0085747A" w:rsidRPr="009C54AE" w:rsidRDefault="0074096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09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chemii i biologii na poziomie szkoły średniej.</w:t>
            </w:r>
          </w:p>
          <w:p w14:paraId="08C8058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100436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A34685" w14:textId="77777777" w:rsidR="009419CD" w:rsidRDefault="009419C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34841F" w14:textId="77777777" w:rsidR="009419CD" w:rsidRDefault="009419C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DDBBDB" w14:textId="77777777" w:rsidR="00740964" w:rsidRDefault="0074096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27358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353CD4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9F1C6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81125F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1E61640" w14:textId="77777777" w:rsidTr="00923D7D">
        <w:tc>
          <w:tcPr>
            <w:tcW w:w="851" w:type="dxa"/>
            <w:vAlign w:val="center"/>
          </w:tcPr>
          <w:p w14:paraId="74E98FA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F38D23C" w14:textId="16573503" w:rsidR="0085747A" w:rsidRPr="009C54AE" w:rsidRDefault="0074096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toksykologią jako nauką interdyscyplinarna na przykładzie wybranych trucizn</w:t>
            </w:r>
          </w:p>
        </w:tc>
      </w:tr>
      <w:tr w:rsidR="0085747A" w:rsidRPr="009C54AE" w14:paraId="11FCB3F8" w14:textId="77777777" w:rsidTr="00923D7D">
        <w:tc>
          <w:tcPr>
            <w:tcW w:w="851" w:type="dxa"/>
            <w:vAlign w:val="center"/>
          </w:tcPr>
          <w:p w14:paraId="72F04F8B" w14:textId="3B984843" w:rsidR="0085747A" w:rsidRPr="009C54AE" w:rsidRDefault="0074096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8286D7B" w14:textId="705F25AB" w:rsidR="0085747A" w:rsidRPr="009C54AE" w:rsidRDefault="001451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g</w:t>
            </w:r>
            <w:r w:rsidR="00740964">
              <w:rPr>
                <w:rFonts w:ascii="Corbel" w:hAnsi="Corbel"/>
                <w:b w:val="0"/>
                <w:sz w:val="24"/>
                <w:szCs w:val="24"/>
              </w:rPr>
              <w:t>enez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740964">
              <w:rPr>
                <w:rFonts w:ascii="Corbel" w:hAnsi="Corbel"/>
                <w:b w:val="0"/>
                <w:sz w:val="24"/>
                <w:szCs w:val="24"/>
              </w:rPr>
              <w:t xml:space="preserve"> i źródła</w:t>
            </w:r>
            <w:r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="00740964">
              <w:rPr>
                <w:rFonts w:ascii="Corbel" w:hAnsi="Corbel"/>
                <w:b w:val="0"/>
                <w:sz w:val="24"/>
                <w:szCs w:val="24"/>
              </w:rPr>
              <w:t xml:space="preserve"> trucizn</w:t>
            </w:r>
          </w:p>
        </w:tc>
      </w:tr>
      <w:tr w:rsidR="00740964" w:rsidRPr="009C54AE" w14:paraId="38461D77" w14:textId="77777777" w:rsidTr="00923D7D">
        <w:tc>
          <w:tcPr>
            <w:tcW w:w="851" w:type="dxa"/>
            <w:vAlign w:val="center"/>
          </w:tcPr>
          <w:p w14:paraId="1A06E0BE" w14:textId="490BE5D7" w:rsidR="00740964" w:rsidRPr="009C54AE" w:rsidRDefault="0074096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4E88BC1" w14:textId="5B194E5F" w:rsidR="00740964" w:rsidRPr="009C54AE" w:rsidRDefault="001451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mechanizmami działania trucizn na wybranych przykładach</w:t>
            </w:r>
          </w:p>
        </w:tc>
      </w:tr>
      <w:tr w:rsidR="0085747A" w:rsidRPr="009C54AE" w14:paraId="1481D7F0" w14:textId="77777777" w:rsidTr="00923D7D">
        <w:tc>
          <w:tcPr>
            <w:tcW w:w="851" w:type="dxa"/>
            <w:vAlign w:val="center"/>
          </w:tcPr>
          <w:p w14:paraId="2690F1FC" w14:textId="7312DEC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45117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21A00F90" w14:textId="43322E94" w:rsidR="0085747A" w:rsidRPr="009C54AE" w:rsidRDefault="001451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spektakularnymi przypadkami zatruć</w:t>
            </w:r>
          </w:p>
        </w:tc>
      </w:tr>
      <w:tr w:rsidR="00145117" w:rsidRPr="009C54AE" w14:paraId="349B8466" w14:textId="77777777" w:rsidTr="00923D7D">
        <w:tc>
          <w:tcPr>
            <w:tcW w:w="851" w:type="dxa"/>
            <w:vAlign w:val="center"/>
          </w:tcPr>
          <w:p w14:paraId="5365606B" w14:textId="2646E98B" w:rsidR="00145117" w:rsidRPr="009C54AE" w:rsidRDefault="001451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7330DD02" w14:textId="3847711E" w:rsidR="00145117" w:rsidRDefault="001451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ekstremalnymi truciznami</w:t>
            </w:r>
          </w:p>
        </w:tc>
      </w:tr>
      <w:tr w:rsidR="00145117" w:rsidRPr="009C54AE" w14:paraId="2C3C80B0" w14:textId="77777777" w:rsidTr="00923D7D">
        <w:tc>
          <w:tcPr>
            <w:tcW w:w="851" w:type="dxa"/>
            <w:vAlign w:val="center"/>
          </w:tcPr>
          <w:p w14:paraId="18F7C0A0" w14:textId="31132780" w:rsidR="00145117" w:rsidRPr="009C54AE" w:rsidRDefault="001451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73A56C66" w14:textId="7F7F0E4D" w:rsidR="00145117" w:rsidRDefault="001451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pierwszej pomocy, leczenia i postępowania w przypadku trucizn z życia codziennego</w:t>
            </w:r>
          </w:p>
        </w:tc>
      </w:tr>
    </w:tbl>
    <w:p w14:paraId="5445D6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4C3EF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F0A9910" w14:textId="77777777" w:rsidTr="0071620A">
        <w:tc>
          <w:tcPr>
            <w:tcW w:w="1701" w:type="dxa"/>
            <w:vAlign w:val="center"/>
          </w:tcPr>
          <w:p w14:paraId="510C562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151E49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DBC62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48D00F6" w14:textId="77777777" w:rsidTr="005E6E85">
        <w:tc>
          <w:tcPr>
            <w:tcW w:w="1701" w:type="dxa"/>
          </w:tcPr>
          <w:p w14:paraId="349EDC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D8A2E3E" w14:textId="30980526" w:rsidR="0085747A" w:rsidRPr="009C54AE" w:rsidRDefault="001451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rozumienia ideę działania trucizn</w:t>
            </w:r>
          </w:p>
        </w:tc>
        <w:tc>
          <w:tcPr>
            <w:tcW w:w="1873" w:type="dxa"/>
          </w:tcPr>
          <w:p w14:paraId="491CE514" w14:textId="77777777" w:rsidR="0085747A" w:rsidRPr="009C54AE" w:rsidRDefault="00B207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9C54AE" w14:paraId="36C3C8E0" w14:textId="77777777" w:rsidTr="005E6E85">
        <w:tc>
          <w:tcPr>
            <w:tcW w:w="1701" w:type="dxa"/>
          </w:tcPr>
          <w:p w14:paraId="606ACF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9DF469" w14:textId="0B8D909F" w:rsidR="0085747A" w:rsidRPr="009C54AE" w:rsidRDefault="001451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rozumie interdyscyplinarność toksykologii jako nauki samodzielnej</w:t>
            </w:r>
          </w:p>
        </w:tc>
        <w:tc>
          <w:tcPr>
            <w:tcW w:w="1873" w:type="dxa"/>
          </w:tcPr>
          <w:p w14:paraId="52B64D64" w14:textId="77777777" w:rsidR="0085747A" w:rsidRPr="009C54AE" w:rsidRDefault="00B207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9C54AE" w14:paraId="74A412CE" w14:textId="77777777" w:rsidTr="005E6E85">
        <w:tc>
          <w:tcPr>
            <w:tcW w:w="1701" w:type="dxa"/>
          </w:tcPr>
          <w:p w14:paraId="0FFE0129" w14:textId="3B7BD532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45117"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14511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E7F35D2" w14:textId="1F3A38CF" w:rsidR="0085747A" w:rsidRPr="009C54AE" w:rsidRDefault="001451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rozumie genezę trucizn w kontekście ewolucji</w:t>
            </w:r>
          </w:p>
        </w:tc>
        <w:tc>
          <w:tcPr>
            <w:tcW w:w="1873" w:type="dxa"/>
          </w:tcPr>
          <w:p w14:paraId="11408E69" w14:textId="77777777" w:rsidR="0085747A" w:rsidRPr="009C54AE" w:rsidRDefault="00B207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145117" w:rsidRPr="009C54AE" w14:paraId="29A5F223" w14:textId="77777777" w:rsidTr="005E6E85">
        <w:tc>
          <w:tcPr>
            <w:tcW w:w="1701" w:type="dxa"/>
          </w:tcPr>
          <w:p w14:paraId="61CBB0D7" w14:textId="2EA25C45" w:rsidR="00145117" w:rsidRPr="009C54AE" w:rsidRDefault="001451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E4C2409" w14:textId="6F0E2905" w:rsidR="00145117" w:rsidRDefault="002269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zostaje zachęcony do studiowania toksykologii jako fascynującej nauki interdyscyplinarnej na przykładzie wybranych trucizn</w:t>
            </w:r>
          </w:p>
        </w:tc>
        <w:tc>
          <w:tcPr>
            <w:tcW w:w="1873" w:type="dxa"/>
          </w:tcPr>
          <w:p w14:paraId="2A0F57BF" w14:textId="77B01BA3" w:rsidR="00145117" w:rsidRDefault="002269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2269F5" w:rsidRPr="009C54AE" w14:paraId="75AD5228" w14:textId="77777777" w:rsidTr="005E6E85">
        <w:tc>
          <w:tcPr>
            <w:tcW w:w="1701" w:type="dxa"/>
          </w:tcPr>
          <w:p w14:paraId="29509119" w14:textId="274B24F6" w:rsidR="002269F5" w:rsidRDefault="002269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2DB2DF2" w14:textId="3F9CA699" w:rsidR="002269F5" w:rsidRDefault="002269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poznaje wybrane trucizny z życia codziennego</w:t>
            </w:r>
          </w:p>
        </w:tc>
        <w:tc>
          <w:tcPr>
            <w:tcW w:w="1873" w:type="dxa"/>
          </w:tcPr>
          <w:p w14:paraId="7D7E69C9" w14:textId="3A21372C" w:rsidR="002269F5" w:rsidRDefault="002269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725F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CD269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C4F732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F898EB3" w14:textId="77777777" w:rsidTr="00923D7D">
        <w:tc>
          <w:tcPr>
            <w:tcW w:w="9639" w:type="dxa"/>
          </w:tcPr>
          <w:p w14:paraId="4B4E8D2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93EF226" w14:textId="77777777" w:rsidTr="00923D7D">
        <w:tc>
          <w:tcPr>
            <w:tcW w:w="9639" w:type="dxa"/>
          </w:tcPr>
          <w:p w14:paraId="7B341CB9" w14:textId="2B44B03B" w:rsidR="0085747A" w:rsidRPr="009C54AE" w:rsidRDefault="002269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Geneza i źródła trucizn</w:t>
            </w:r>
          </w:p>
        </w:tc>
      </w:tr>
      <w:tr w:rsidR="002269F5" w:rsidRPr="009C54AE" w14:paraId="227996DE" w14:textId="77777777" w:rsidTr="00923D7D">
        <w:tc>
          <w:tcPr>
            <w:tcW w:w="9639" w:type="dxa"/>
          </w:tcPr>
          <w:p w14:paraId="0CE403FC" w14:textId="69DBC5B3" w:rsidR="002269F5" w:rsidRPr="009C54AE" w:rsidRDefault="002269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Geneza trucizn w kontekście ewolucyjnym</w:t>
            </w:r>
          </w:p>
        </w:tc>
      </w:tr>
      <w:tr w:rsidR="002269F5" w:rsidRPr="009C54AE" w14:paraId="55A0A9A5" w14:textId="77777777" w:rsidTr="00923D7D">
        <w:tc>
          <w:tcPr>
            <w:tcW w:w="9639" w:type="dxa"/>
          </w:tcPr>
          <w:p w14:paraId="0E0E4CB0" w14:textId="6539942E" w:rsidR="002269F5" w:rsidRPr="009C54AE" w:rsidRDefault="002269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trucizn</w:t>
            </w:r>
            <w:r w:rsidR="00815EE2">
              <w:rPr>
                <w:rFonts w:ascii="Corbel" w:hAnsi="Corbel"/>
                <w:sz w:val="24"/>
                <w:szCs w:val="24"/>
              </w:rPr>
              <w:t>, motyw trucizn w literaturze i sztuce</w:t>
            </w:r>
          </w:p>
        </w:tc>
      </w:tr>
      <w:tr w:rsidR="002269F5" w:rsidRPr="009C54AE" w14:paraId="19C5590F" w14:textId="77777777" w:rsidTr="00923D7D">
        <w:tc>
          <w:tcPr>
            <w:tcW w:w="9639" w:type="dxa"/>
          </w:tcPr>
          <w:p w14:paraId="7967AF84" w14:textId="1C35356A" w:rsidR="002269F5" w:rsidRPr="009C54AE" w:rsidRDefault="002269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Holistyczny podział toksykologii</w:t>
            </w:r>
          </w:p>
        </w:tc>
      </w:tr>
      <w:tr w:rsidR="002269F5" w:rsidRPr="009C54AE" w14:paraId="1A24E799" w14:textId="77777777" w:rsidTr="00923D7D">
        <w:tc>
          <w:tcPr>
            <w:tcW w:w="9639" w:type="dxa"/>
          </w:tcPr>
          <w:p w14:paraId="013CF237" w14:textId="718197EF" w:rsidR="002269F5" w:rsidRPr="009C54AE" w:rsidRDefault="002269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wpływające na toksyczność trucizn</w:t>
            </w:r>
            <w:r w:rsidR="00815EE2">
              <w:rPr>
                <w:rFonts w:ascii="Corbel" w:hAnsi="Corbel"/>
                <w:sz w:val="24"/>
                <w:szCs w:val="24"/>
              </w:rPr>
              <w:t>, mechanizmy działania wybranych trucizn</w:t>
            </w:r>
          </w:p>
        </w:tc>
      </w:tr>
      <w:tr w:rsidR="0085747A" w:rsidRPr="009C54AE" w14:paraId="08B1629A" w14:textId="77777777" w:rsidTr="00923D7D">
        <w:tc>
          <w:tcPr>
            <w:tcW w:w="9639" w:type="dxa"/>
          </w:tcPr>
          <w:p w14:paraId="1EDC68E9" w14:textId="5113E7E9" w:rsidR="0085747A" w:rsidRPr="009C54AE" w:rsidRDefault="002269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Elementarz pojęć toksykologicznych</w:t>
            </w:r>
          </w:p>
        </w:tc>
      </w:tr>
      <w:tr w:rsidR="0085747A" w:rsidRPr="009C54AE" w14:paraId="2EB62D5B" w14:textId="77777777" w:rsidTr="00923D7D">
        <w:tc>
          <w:tcPr>
            <w:tcW w:w="9639" w:type="dxa"/>
          </w:tcPr>
          <w:p w14:paraId="18206B04" w14:textId="1C453478" w:rsidR="0085747A" w:rsidRPr="009C54AE" w:rsidRDefault="00815EE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toksykologii metali ciężkich i pierwiastków toksycznych</w:t>
            </w:r>
          </w:p>
        </w:tc>
      </w:tr>
      <w:tr w:rsidR="002269F5" w:rsidRPr="009C54AE" w14:paraId="1733112A" w14:textId="77777777" w:rsidTr="00923D7D">
        <w:tc>
          <w:tcPr>
            <w:tcW w:w="9639" w:type="dxa"/>
          </w:tcPr>
          <w:p w14:paraId="371AB8DF" w14:textId="59DF4A43" w:rsidR="002269F5" w:rsidRDefault="00815EE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5EE2">
              <w:rPr>
                <w:rFonts w:ascii="Corbel" w:hAnsi="Corbel"/>
                <w:sz w:val="24"/>
                <w:szCs w:val="24"/>
              </w:rPr>
              <w:t>Wybrane trucizny związane z okresem Świąt Bożego Narodzenia i Nowego Roku</w:t>
            </w:r>
          </w:p>
        </w:tc>
      </w:tr>
      <w:tr w:rsidR="002269F5" w:rsidRPr="009C54AE" w14:paraId="05A0516C" w14:textId="77777777" w:rsidTr="00923D7D">
        <w:tc>
          <w:tcPr>
            <w:tcW w:w="9639" w:type="dxa"/>
          </w:tcPr>
          <w:p w14:paraId="4920AD2C" w14:textId="15A2B1CD" w:rsidR="002269F5" w:rsidRDefault="00815EE2" w:rsidP="007E0A3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Toksykologia substancji uzależniających – narkotyki, nowe substancje psychoaktywne</w:t>
            </w:r>
          </w:p>
        </w:tc>
      </w:tr>
      <w:tr w:rsidR="007E0A31" w:rsidRPr="009C54AE" w14:paraId="4CCB1B0A" w14:textId="77777777" w:rsidTr="00923D7D">
        <w:tc>
          <w:tcPr>
            <w:tcW w:w="9639" w:type="dxa"/>
          </w:tcPr>
          <w:p w14:paraId="39DC202C" w14:textId="6996DAB5" w:rsidR="007E0A31" w:rsidRDefault="00815EE2" w:rsidP="007E0A31">
            <w:pPr>
              <w:pStyle w:val="Akapitzlist"/>
              <w:spacing w:after="0" w:line="240" w:lineRule="auto"/>
              <w:ind w:left="37" w:hanging="3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Toksykologia wyrobów tytoniowych</w:t>
            </w:r>
          </w:p>
        </w:tc>
      </w:tr>
    </w:tbl>
    <w:p w14:paraId="1D179CA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DE1FB1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DA05F91" w14:textId="77777777" w:rsidTr="00923D7D">
        <w:tc>
          <w:tcPr>
            <w:tcW w:w="9639" w:type="dxa"/>
          </w:tcPr>
          <w:p w14:paraId="516AEA0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9A0F79" w14:textId="77777777" w:rsidTr="00923D7D">
        <w:tc>
          <w:tcPr>
            <w:tcW w:w="9639" w:type="dxa"/>
          </w:tcPr>
          <w:p w14:paraId="5C7EF56C" w14:textId="77777777" w:rsidR="0085747A" w:rsidRPr="009C54AE" w:rsidRDefault="00B207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9C54AE" w14:paraId="243144EC" w14:textId="77777777" w:rsidTr="00923D7D">
        <w:tc>
          <w:tcPr>
            <w:tcW w:w="9639" w:type="dxa"/>
          </w:tcPr>
          <w:p w14:paraId="6A504343" w14:textId="77777777" w:rsidR="0085747A" w:rsidRPr="009C54AE" w:rsidRDefault="00B207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</w:t>
            </w:r>
          </w:p>
        </w:tc>
      </w:tr>
      <w:tr w:rsidR="0085747A" w:rsidRPr="009C54AE" w14:paraId="2640BFC7" w14:textId="77777777" w:rsidTr="00923D7D">
        <w:tc>
          <w:tcPr>
            <w:tcW w:w="9639" w:type="dxa"/>
          </w:tcPr>
          <w:p w14:paraId="112DD493" w14:textId="77777777" w:rsidR="0085747A" w:rsidRPr="009C54AE" w:rsidRDefault="00B207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D0A0D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C27F3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19780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26C3D2" w14:textId="2F36D974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  <w:r w:rsidR="002269F5" w:rsidRPr="002269F5">
        <w:rPr>
          <w:rFonts w:ascii="Corbel" w:hAnsi="Corbel"/>
          <w:b w:val="0"/>
          <w:bCs/>
          <w:sz w:val="20"/>
          <w:szCs w:val="20"/>
        </w:rPr>
        <w:t>wykład problemowy, wykład z prezentacją multimedialną, metody kształcenia na odległość</w:t>
      </w:r>
    </w:p>
    <w:p w14:paraId="16330A3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F1A7E12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proofErr w:type="gramStart"/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gry</w:t>
      </w:r>
      <w:proofErr w:type="gramEnd"/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6635FF0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D646D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C9B65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64341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1BC47F" w14:textId="77777777" w:rsidR="00B207D7" w:rsidRDefault="00B207D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4E27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E544AF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CCFE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D46E9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79C1C3A" w14:textId="77777777" w:rsidTr="00C05F44">
        <w:tc>
          <w:tcPr>
            <w:tcW w:w="1985" w:type="dxa"/>
            <w:vAlign w:val="center"/>
          </w:tcPr>
          <w:p w14:paraId="147260E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FB9360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851721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7938AC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3F75E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1380C79" w14:textId="77777777" w:rsidTr="00C05F44">
        <w:tc>
          <w:tcPr>
            <w:tcW w:w="1985" w:type="dxa"/>
          </w:tcPr>
          <w:p w14:paraId="4AF3C5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4DC21E1" w14:textId="0CA6C988" w:rsidR="0085747A" w:rsidRPr="002269F5" w:rsidRDefault="002269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69F5">
              <w:rPr>
                <w:rFonts w:ascii="Corbel" w:hAnsi="Corbel"/>
                <w:b w:val="0"/>
                <w:szCs w:val="24"/>
              </w:rPr>
              <w:t xml:space="preserve">Zaliczenie </w:t>
            </w:r>
            <w:r>
              <w:rPr>
                <w:rFonts w:ascii="Corbel" w:hAnsi="Corbel"/>
                <w:b w:val="0"/>
                <w:szCs w:val="24"/>
              </w:rPr>
              <w:t>na podstawie quizów on-line</w:t>
            </w:r>
          </w:p>
        </w:tc>
        <w:tc>
          <w:tcPr>
            <w:tcW w:w="2126" w:type="dxa"/>
          </w:tcPr>
          <w:p w14:paraId="0C0C5C27" w14:textId="758E19A7" w:rsidR="0085747A" w:rsidRPr="009C54AE" w:rsidRDefault="002269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6C8276A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0E428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21A08F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4132" w14:textId="77777777" w:rsidTr="00923D7D">
        <w:tc>
          <w:tcPr>
            <w:tcW w:w="9670" w:type="dxa"/>
          </w:tcPr>
          <w:p w14:paraId="0BD589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180490" w14:textId="34B4E62B" w:rsidR="00923D7D" w:rsidRPr="009C54AE" w:rsidRDefault="002269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Zdobycie 60% wymaganej liczby punktów w trakcie quizów</w:t>
            </w:r>
          </w:p>
          <w:p w14:paraId="2673D1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A7103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99005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AEA8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7D56E37" w14:textId="77777777" w:rsidTr="003E1941">
        <w:tc>
          <w:tcPr>
            <w:tcW w:w="4962" w:type="dxa"/>
            <w:vAlign w:val="center"/>
          </w:tcPr>
          <w:p w14:paraId="7B8DA3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3C06A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0EC5D9" w14:textId="77777777" w:rsidTr="00923D7D">
        <w:tc>
          <w:tcPr>
            <w:tcW w:w="4962" w:type="dxa"/>
          </w:tcPr>
          <w:p w14:paraId="21F1E297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78E6D95" w14:textId="561F6C4D" w:rsidR="0085747A" w:rsidRPr="009C54AE" w:rsidRDefault="002269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405E8A2" w14:textId="77777777" w:rsidTr="00923D7D">
        <w:tc>
          <w:tcPr>
            <w:tcW w:w="4962" w:type="dxa"/>
          </w:tcPr>
          <w:p w14:paraId="67C8CBB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3BA93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4D82B68" w14:textId="0E8A9BC5" w:rsidR="00C61DC5" w:rsidRPr="009C54AE" w:rsidRDefault="002269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9C54AE" w14:paraId="03FDAF6E" w14:textId="77777777" w:rsidTr="00923D7D">
        <w:tc>
          <w:tcPr>
            <w:tcW w:w="4962" w:type="dxa"/>
          </w:tcPr>
          <w:p w14:paraId="31BA5D0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58EB42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EA1E5E7" w14:textId="76868737" w:rsidR="00C61DC5" w:rsidRPr="009C54AE" w:rsidRDefault="002269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9C54AE" w14:paraId="6B66F96F" w14:textId="77777777" w:rsidTr="00923D7D">
        <w:tc>
          <w:tcPr>
            <w:tcW w:w="4962" w:type="dxa"/>
          </w:tcPr>
          <w:p w14:paraId="363FC0A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6CE1777" w14:textId="3213EFCA" w:rsidR="0085747A" w:rsidRPr="009C54AE" w:rsidRDefault="002269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37B6F0F0" w14:textId="77777777" w:rsidTr="00923D7D">
        <w:tc>
          <w:tcPr>
            <w:tcW w:w="4962" w:type="dxa"/>
          </w:tcPr>
          <w:p w14:paraId="687C02E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88EB47" w14:textId="0D316B6C" w:rsidR="0085747A" w:rsidRPr="009C54AE" w:rsidRDefault="002269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04601A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B93A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F9D58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F8048B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1319E03" w14:textId="77777777" w:rsidTr="0071620A">
        <w:trPr>
          <w:trHeight w:val="397"/>
        </w:trPr>
        <w:tc>
          <w:tcPr>
            <w:tcW w:w="3544" w:type="dxa"/>
          </w:tcPr>
          <w:p w14:paraId="0772E0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5D1DF4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1C7845B" w14:textId="77777777" w:rsidTr="0071620A">
        <w:trPr>
          <w:trHeight w:val="397"/>
        </w:trPr>
        <w:tc>
          <w:tcPr>
            <w:tcW w:w="3544" w:type="dxa"/>
          </w:tcPr>
          <w:p w14:paraId="4787BE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B131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E2D7A7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0E8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0AAF19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892877C" w14:textId="77777777" w:rsidTr="0071620A">
        <w:trPr>
          <w:trHeight w:val="397"/>
        </w:trPr>
        <w:tc>
          <w:tcPr>
            <w:tcW w:w="7513" w:type="dxa"/>
          </w:tcPr>
          <w:p w14:paraId="6E2E900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95A6C08" w14:textId="6EE4B48E" w:rsidR="002269F5" w:rsidRDefault="002269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Jurowski, W.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Piekoszewski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Toksykologia, t.1 PZWL 2020</w:t>
            </w:r>
          </w:p>
          <w:p w14:paraId="4EC751AB" w14:textId="77777777" w:rsidR="002269F5" w:rsidRDefault="002269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Jurowski, W.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Piekoszewski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Toksykologia, t.2 PZWL 2020</w:t>
            </w:r>
          </w:p>
          <w:p w14:paraId="7903F9C9" w14:textId="4A27D7DA" w:rsidR="002269F5" w:rsidRPr="009C54AE" w:rsidRDefault="002269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wskazana podczas zajęć (artykuły naukowe)</w:t>
            </w:r>
          </w:p>
        </w:tc>
      </w:tr>
      <w:tr w:rsidR="0085747A" w:rsidRPr="009C54AE" w14:paraId="61209115" w14:textId="77777777" w:rsidTr="0071620A">
        <w:trPr>
          <w:trHeight w:val="397"/>
        </w:trPr>
        <w:tc>
          <w:tcPr>
            <w:tcW w:w="7513" w:type="dxa"/>
          </w:tcPr>
          <w:p w14:paraId="75B8A93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818AA0D" w14:textId="39B8E333" w:rsidR="002269F5" w:rsidRDefault="002269F5" w:rsidP="002269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Jurowski, W.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Piekoszewski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Toksykologia w zadaniach, t.1 PZWL 2020</w:t>
            </w:r>
          </w:p>
          <w:p w14:paraId="638B0773" w14:textId="7283738F" w:rsidR="002269F5" w:rsidRDefault="002269F5" w:rsidP="002269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Jurowski, W.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Piekoszewski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Toksykologia w zadaniach, t.2 PZWL 2020</w:t>
            </w:r>
          </w:p>
          <w:p w14:paraId="18647671" w14:textId="6B479014" w:rsidR="002269F5" w:rsidRPr="009C54AE" w:rsidRDefault="002269F5" w:rsidP="002269F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Jurowski, W.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Piekoszewski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Toksykologia i ocena bezpieczeństwa kosmetyków, PZWL 2019</w:t>
            </w:r>
          </w:p>
        </w:tc>
      </w:tr>
    </w:tbl>
    <w:p w14:paraId="396AD02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BF8B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5F730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301C1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49047" w14:textId="77777777" w:rsidR="00D917F4" w:rsidRDefault="00D917F4" w:rsidP="00C16ABF">
      <w:pPr>
        <w:spacing w:after="0" w:line="240" w:lineRule="auto"/>
      </w:pPr>
      <w:r>
        <w:separator/>
      </w:r>
    </w:p>
  </w:endnote>
  <w:endnote w:type="continuationSeparator" w:id="0">
    <w:p w14:paraId="69EE6E58" w14:textId="77777777" w:rsidR="00D917F4" w:rsidRDefault="00D917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C49D7" w14:textId="77777777" w:rsidR="00D917F4" w:rsidRDefault="00D917F4" w:rsidP="00C16ABF">
      <w:pPr>
        <w:spacing w:after="0" w:line="240" w:lineRule="auto"/>
      </w:pPr>
      <w:r>
        <w:separator/>
      </w:r>
    </w:p>
  </w:footnote>
  <w:footnote w:type="continuationSeparator" w:id="0">
    <w:p w14:paraId="451783E6" w14:textId="77777777" w:rsidR="00D917F4" w:rsidRDefault="00D917F4" w:rsidP="00C16ABF">
      <w:pPr>
        <w:spacing w:after="0" w:line="240" w:lineRule="auto"/>
      </w:pPr>
      <w:r>
        <w:continuationSeparator/>
      </w:r>
    </w:p>
  </w:footnote>
  <w:footnote w:id="1">
    <w:p w14:paraId="12BB96D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669802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EC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511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4B11"/>
    <w:rsid w:val="0022477D"/>
    <w:rsid w:val="002269F5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2E5"/>
    <w:rsid w:val="002F4ABE"/>
    <w:rsid w:val="003018BA"/>
    <w:rsid w:val="00301C15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D85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722"/>
    <w:rsid w:val="004F55A3"/>
    <w:rsid w:val="00501235"/>
    <w:rsid w:val="0050496F"/>
    <w:rsid w:val="00513B6F"/>
    <w:rsid w:val="00517C63"/>
    <w:rsid w:val="005363C4"/>
    <w:rsid w:val="00536BDE"/>
    <w:rsid w:val="00543ACC"/>
    <w:rsid w:val="0056429E"/>
    <w:rsid w:val="0056696D"/>
    <w:rsid w:val="0059484D"/>
    <w:rsid w:val="005A0855"/>
    <w:rsid w:val="005A3196"/>
    <w:rsid w:val="005A71EE"/>
    <w:rsid w:val="005C080F"/>
    <w:rsid w:val="005C55E5"/>
    <w:rsid w:val="005C696A"/>
    <w:rsid w:val="005E6E85"/>
    <w:rsid w:val="005F31D2"/>
    <w:rsid w:val="005F6CE0"/>
    <w:rsid w:val="006018D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AB7"/>
    <w:rsid w:val="006D6139"/>
    <w:rsid w:val="006E5D65"/>
    <w:rsid w:val="006F1282"/>
    <w:rsid w:val="006F1FBC"/>
    <w:rsid w:val="006F31E2"/>
    <w:rsid w:val="0070073A"/>
    <w:rsid w:val="00706544"/>
    <w:rsid w:val="007072BA"/>
    <w:rsid w:val="0071620A"/>
    <w:rsid w:val="00724677"/>
    <w:rsid w:val="00725459"/>
    <w:rsid w:val="007327BD"/>
    <w:rsid w:val="00734608"/>
    <w:rsid w:val="00740964"/>
    <w:rsid w:val="00745302"/>
    <w:rsid w:val="007461D6"/>
    <w:rsid w:val="00746EC8"/>
    <w:rsid w:val="00763BF1"/>
    <w:rsid w:val="00766FD4"/>
    <w:rsid w:val="0078168C"/>
    <w:rsid w:val="00785849"/>
    <w:rsid w:val="00787C2A"/>
    <w:rsid w:val="00790E27"/>
    <w:rsid w:val="007A4022"/>
    <w:rsid w:val="007A6E6E"/>
    <w:rsid w:val="007C3299"/>
    <w:rsid w:val="007C3BCC"/>
    <w:rsid w:val="007C4546"/>
    <w:rsid w:val="007D6E56"/>
    <w:rsid w:val="007E0A31"/>
    <w:rsid w:val="007F1652"/>
    <w:rsid w:val="007F4155"/>
    <w:rsid w:val="0081554D"/>
    <w:rsid w:val="00815EE2"/>
    <w:rsid w:val="0081707E"/>
    <w:rsid w:val="008449B3"/>
    <w:rsid w:val="0085747A"/>
    <w:rsid w:val="00884922"/>
    <w:rsid w:val="00885F64"/>
    <w:rsid w:val="008917F9"/>
    <w:rsid w:val="008A45F7"/>
    <w:rsid w:val="008B7E3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1B8"/>
    <w:rsid w:val="008F6E29"/>
    <w:rsid w:val="00916188"/>
    <w:rsid w:val="00923D7D"/>
    <w:rsid w:val="00933515"/>
    <w:rsid w:val="009419CD"/>
    <w:rsid w:val="00942216"/>
    <w:rsid w:val="009508DF"/>
    <w:rsid w:val="00950DAC"/>
    <w:rsid w:val="00954A07"/>
    <w:rsid w:val="009874FA"/>
    <w:rsid w:val="00997F14"/>
    <w:rsid w:val="009A78D9"/>
    <w:rsid w:val="009C1331"/>
    <w:rsid w:val="009C3E31"/>
    <w:rsid w:val="009C54AE"/>
    <w:rsid w:val="009C788E"/>
    <w:rsid w:val="009E3B41"/>
    <w:rsid w:val="009F232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6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D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17F4"/>
    <w:rsid w:val="00DA2114"/>
    <w:rsid w:val="00DE09C0"/>
    <w:rsid w:val="00DE4A14"/>
    <w:rsid w:val="00DF04BC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AFD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75F39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0DD26-9435-4CF3-9EE7-848343CE4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767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Kamil Jurowski</cp:lastModifiedBy>
  <cp:revision>12</cp:revision>
  <cp:lastPrinted>2021-12-13T11:23:00Z</cp:lastPrinted>
  <dcterms:created xsi:type="dcterms:W3CDTF">2021-12-13T11:23:00Z</dcterms:created>
  <dcterms:modified xsi:type="dcterms:W3CDTF">2025-09-17T08:38:00Z</dcterms:modified>
</cp:coreProperties>
</file>